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6D" w:rsidRPr="00957C95" w:rsidRDefault="008D2F6D" w:rsidP="003437B1">
      <w:pPr>
        <w:rPr>
          <w:b/>
        </w:rPr>
      </w:pPr>
      <w:r w:rsidRPr="00957C95">
        <w:rPr>
          <w:b/>
        </w:rPr>
        <w:t>Box</w:t>
      </w:r>
    </w:p>
    <w:p w:rsidR="008D2F6D" w:rsidRPr="00957C95" w:rsidRDefault="008D2F6D" w:rsidP="003437B1">
      <w:r w:rsidRPr="00957C95">
        <w:t>155mm(width) x 76.8mm(height) x 34mm(depth)</w:t>
      </w:r>
    </w:p>
    <w:p w:rsidR="008D2F6D" w:rsidRPr="00957C95" w:rsidRDefault="008D2F6D" w:rsidP="003437B1">
      <w:pPr>
        <w:rPr>
          <w:b/>
        </w:rPr>
      </w:pPr>
      <w:r w:rsidRPr="00957C95">
        <w:rPr>
          <w:b/>
        </w:rPr>
        <w:t>Back of box</w:t>
      </w:r>
    </w:p>
    <w:p w:rsidR="008D2F6D" w:rsidRDefault="008D2F6D" w:rsidP="003437B1">
      <w:r>
        <w:t>Did you know?</w:t>
      </w:r>
    </w:p>
    <w:p w:rsidR="008D2F6D" w:rsidRDefault="008D2F6D" w:rsidP="003437B1">
      <w:r>
        <w:t>75% want to lose weight to look better, and for the 31% who would choose a diet if it was clinically proven, iLoveSlimpossible is just that!</w:t>
      </w:r>
    </w:p>
    <w:p w:rsidR="008D2F6D" w:rsidRDefault="008D2F6D" w:rsidP="003437B1"/>
    <w:p w:rsidR="008D2F6D" w:rsidRDefault="008D2F6D" w:rsidP="003437B1">
      <w:r>
        <w:t>As chocolate lovers, we have worked closely with our own nutritionists to bring you a new and exciting choice for healthy chocolates: iLoveSlimpossible chocolates are not only mouth-watering, they are specially designed to help reduce your body weight the fun way!</w:t>
      </w:r>
    </w:p>
    <w:p w:rsidR="008D2F6D" w:rsidRDefault="008D2F6D" w:rsidP="003437B1"/>
    <w:p w:rsidR="008D2F6D" w:rsidRDefault="008D2F6D" w:rsidP="003437B1">
      <w:r>
        <w:t>Eat less</w:t>
      </w:r>
    </w:p>
    <w:p w:rsidR="008D2F6D" w:rsidRDefault="008D2F6D" w:rsidP="003437B1">
      <w:r>
        <w:t>Fight your cravings</w:t>
      </w:r>
    </w:p>
    <w:p w:rsidR="008D2F6D" w:rsidRDefault="008D2F6D" w:rsidP="003437B1">
      <w:r>
        <w:t>Reduce your weight</w:t>
      </w:r>
    </w:p>
    <w:p w:rsidR="008D2F6D" w:rsidRDefault="008D2F6D" w:rsidP="003437B1">
      <w:r>
        <w:t>Manage your weight</w:t>
      </w:r>
    </w:p>
    <w:p w:rsidR="008D2F6D" w:rsidRDefault="008D2F6D" w:rsidP="003437B1">
      <w:r>
        <w:t>Rich in Fibre</w:t>
      </w:r>
    </w:p>
    <w:p w:rsidR="008D2F6D" w:rsidRDefault="008D2F6D" w:rsidP="003437B1">
      <w:r>
        <w:t>No colours or preservatives</w:t>
      </w:r>
    </w:p>
    <w:p w:rsidR="008D2F6D" w:rsidRDefault="008D2F6D" w:rsidP="003437B1"/>
    <w:p w:rsidR="008D2F6D" w:rsidRDefault="008D2F6D" w:rsidP="003437B1">
      <w:r>
        <w:t>Only 85kcals per minibar [Look at file "Only 85 kcal per minibar"]</w:t>
      </w:r>
    </w:p>
    <w:p w:rsidR="008D2F6D" w:rsidRDefault="008D2F6D" w:rsidP="003437B1"/>
    <w:p w:rsidR="008D2F6D" w:rsidRDefault="008D2F6D" w:rsidP="003437B1">
      <w:r>
        <w:t>It's more than just a delicious chocolate minibar that makes iLoveSlimpossible special...</w:t>
      </w:r>
    </w:p>
    <w:p w:rsidR="008D2F6D" w:rsidRDefault="008D2F6D" w:rsidP="003437B1">
      <w:r>
        <w:t>They are carefully made with a hint of digestive biscuit and Moyu, a water-soluble fibre that is clinically proven to help reduce your weight by controlling your appetite. So you can watch those pounds drop in an unconventional but enjoyable way.</w:t>
      </w:r>
    </w:p>
    <w:p w:rsidR="008D2F6D" w:rsidRDefault="008D2F6D" w:rsidP="003437B1"/>
    <w:p w:rsidR="008D2F6D" w:rsidRDefault="008D2F6D" w:rsidP="003437B1">
      <w:r>
        <w:t>Moyu fibre has been proven in several clinical studies and is an EFSA approved ingredient.</w:t>
      </w:r>
    </w:p>
    <w:p w:rsidR="008D2F6D" w:rsidRDefault="008D2F6D" w:rsidP="003437B1">
      <w:r>
        <w:t>[GRAPH below] [Look at file "Only 85 kcal per minibar"]</w:t>
      </w:r>
    </w:p>
    <w:p w:rsidR="008D2F6D" w:rsidRPr="00957C95" w:rsidRDefault="008D2F6D" w:rsidP="003437B1">
      <w:pPr>
        <w:rPr>
          <w:i/>
        </w:rPr>
      </w:pPr>
      <w:r w:rsidRPr="00957C95">
        <w:rPr>
          <w:i/>
        </w:rPr>
        <w:t>y-axis - Weight loss after 4-8 weeks.</w:t>
      </w:r>
    </w:p>
    <w:p w:rsidR="008D2F6D" w:rsidRPr="00957C95" w:rsidRDefault="008D2F6D" w:rsidP="003437B1">
      <w:pPr>
        <w:rPr>
          <w:i/>
        </w:rPr>
      </w:pPr>
      <w:r w:rsidRPr="00957C95">
        <w:rPr>
          <w:i/>
        </w:rPr>
        <w:t>X-axis - iLoveSlimpossible's Fibre, -4.9 lbs (4 weeks), -5.5 lbs (8 weeks); Placebo, -0.4 lbs (4 weeks), +1.5 lbs (8 weeks).</w:t>
      </w:r>
    </w:p>
    <w:p w:rsidR="008D2F6D" w:rsidRDefault="008D2F6D" w:rsidP="003437B1"/>
    <w:p w:rsidR="008D2F6D" w:rsidRDefault="008D2F6D" w:rsidP="003437B1">
      <w:r>
        <w:t>A pack of 24 iLoveSlimpossible chocolate minibars is a new and delicious way of dropping those pounds!</w:t>
      </w:r>
    </w:p>
    <w:p w:rsidR="008D2F6D" w:rsidRDefault="008D2F6D" w:rsidP="003437B1"/>
    <w:p w:rsidR="008D2F6D" w:rsidRDefault="008D2F6D" w:rsidP="003437B1">
      <w:r>
        <w:t xml:space="preserve">If you would like to know more about iLoveslimpossible chocolates, please log onto www.iloveslimpossible.co.uk </w:t>
      </w:r>
    </w:p>
    <w:p w:rsidR="008D2F6D" w:rsidRDefault="008D2F6D" w:rsidP="003437B1">
      <w:r>
        <w:t>iLoveSlimpossible is a Food Supplement to aid weight reduction and control your appetite. [Bottom corner]</w:t>
      </w:r>
    </w:p>
    <w:p w:rsidR="008D2F6D" w:rsidRDefault="008D2F6D" w:rsidP="003437B1"/>
    <w:p w:rsidR="008D2F6D" w:rsidRPr="00957C95" w:rsidRDefault="008D2F6D" w:rsidP="003437B1">
      <w:pPr>
        <w:rPr>
          <w:b/>
        </w:rPr>
      </w:pPr>
    </w:p>
    <w:p w:rsidR="008D2F6D" w:rsidRPr="00957C95" w:rsidRDefault="008D2F6D" w:rsidP="003437B1">
      <w:pPr>
        <w:rPr>
          <w:b/>
        </w:rPr>
      </w:pPr>
      <w:r w:rsidRPr="00957C95">
        <w:rPr>
          <w:b/>
        </w:rPr>
        <w:t xml:space="preserve">Bottom </w:t>
      </w:r>
      <w:r>
        <w:rPr>
          <w:b/>
        </w:rPr>
        <w:t>Panel</w:t>
      </w:r>
      <w:r w:rsidRPr="00957C95">
        <w:rPr>
          <w:b/>
        </w:rPr>
        <w:t xml:space="preserve"> of box</w:t>
      </w:r>
    </w:p>
    <w:p w:rsidR="008D2F6D" w:rsidRDefault="008D2F6D" w:rsidP="003437B1"/>
    <w:p w:rsidR="008D2F6D" w:rsidRDefault="008D2F6D" w:rsidP="003437B1">
      <w:r>
        <w:t xml:space="preserve">CHOCOLATES MADE WITH A HINT OF DIGESTIVE BISCUITS. Ingredients: Maltitol, Milk Solids, Cocoa Butter, Cocoa Mass (10% </w:t>
      </w:r>
      <w:smartTag w:uri="urn:schemas-microsoft-com:office:smarttags" w:element="place">
        <w:smartTag w:uri="urn:schemas-microsoft-com:office:smarttags" w:element="City">
          <w:r>
            <w:t>Cocoa</w:t>
          </w:r>
        </w:smartTag>
      </w:smartTag>
      <w:r>
        <w:t>), Moyu (13%), Emulsifiers (soy Lecithin, 476), Flavour. MAY CONTAIN TRACES OF PEANUTS, NUTS, MILK AND SOY.</w:t>
      </w:r>
    </w:p>
    <w:p w:rsidR="008D2F6D" w:rsidRDefault="008D2F6D" w:rsidP="003437B1">
      <w:r>
        <w:t>Best Before:</w:t>
      </w:r>
    </w:p>
    <w:p w:rsidR="008D2F6D" w:rsidRDefault="008D2F6D" w:rsidP="003437B1">
      <w:r>
        <w:t xml:space="preserve">KEEP IN A COOL, </w:t>
      </w:r>
      <w:smartTag w:uri="urn:schemas-microsoft-com:office:smarttags" w:element="PostalCode">
        <w:r>
          <w:t>DRY PLACE</w:t>
        </w:r>
      </w:smartTag>
    </w:p>
    <w:p w:rsidR="008D2F6D" w:rsidRDefault="008D2F6D" w:rsidP="003437B1">
      <w:r>
        <w:t>24x17g = 408g e</w:t>
      </w:r>
    </w:p>
    <w:p w:rsidR="008D2F6D" w:rsidRDefault="008D2F6D" w:rsidP="003437B1"/>
    <w:p w:rsidR="008D2F6D" w:rsidRDefault="008D2F6D" w:rsidP="003437B1"/>
    <w:p w:rsidR="008D2F6D" w:rsidRPr="00127230" w:rsidRDefault="008D2F6D" w:rsidP="003437B1">
      <w:pPr>
        <w:rPr>
          <w:b/>
        </w:rPr>
      </w:pPr>
      <w:r w:rsidRPr="00127230">
        <w:rPr>
          <w:b/>
        </w:rPr>
        <w:t>Left Side of box</w:t>
      </w:r>
    </w:p>
    <w:p w:rsidR="008D2F6D" w:rsidRDefault="008D2F6D" w:rsidP="003437B1"/>
    <w:p w:rsidR="008D2F6D" w:rsidRDefault="008D2F6D" w:rsidP="003437B1">
      <w:r>
        <w:t>[Logo]</w:t>
      </w:r>
    </w:p>
    <w:p w:rsidR="008D2F6D" w:rsidRDefault="008D2F6D" w:rsidP="003437B1"/>
    <w:p w:rsidR="008D2F6D" w:rsidRDefault="008D2F6D" w:rsidP="003437B1">
      <w:r>
        <w:t>NUTRITION INFORMATION           PER 1 CHOCOLATE (17g)       % GDA* PER 1 CHOCOLATE</w:t>
      </w:r>
    </w:p>
    <w:p w:rsidR="008D2F6D" w:rsidRDefault="008D2F6D" w:rsidP="003437B1">
      <w:r>
        <w:t>Energy</w:t>
      </w:r>
    </w:p>
    <w:p w:rsidR="008D2F6D" w:rsidRDefault="008D2F6D" w:rsidP="003437B1">
      <w:r>
        <w:t>kcal</w:t>
      </w:r>
    </w:p>
    <w:p w:rsidR="008D2F6D" w:rsidRDefault="008D2F6D" w:rsidP="003437B1">
      <w:r>
        <w:t>Protein</w:t>
      </w:r>
    </w:p>
    <w:p w:rsidR="008D2F6D" w:rsidRDefault="008D2F6D" w:rsidP="003437B1">
      <w:r>
        <w:t>carbohyrate</w:t>
      </w:r>
    </w:p>
    <w:p w:rsidR="008D2F6D" w:rsidRDefault="008D2F6D" w:rsidP="003437B1">
      <w:r>
        <w:t>-of which sugars</w:t>
      </w:r>
    </w:p>
    <w:p w:rsidR="008D2F6D" w:rsidRDefault="008D2F6D" w:rsidP="003437B1">
      <w:r>
        <w:t>Fat</w:t>
      </w:r>
    </w:p>
    <w:p w:rsidR="008D2F6D" w:rsidRDefault="008D2F6D" w:rsidP="003437B1">
      <w:r>
        <w:t>-of which saturates</w:t>
      </w:r>
    </w:p>
    <w:p w:rsidR="008D2F6D" w:rsidRDefault="008D2F6D" w:rsidP="003437B1">
      <w:r>
        <w:t>Fibre</w:t>
      </w:r>
    </w:p>
    <w:p w:rsidR="008D2F6D" w:rsidRDefault="008D2F6D" w:rsidP="003437B1">
      <w:r>
        <w:t>Sodium</w:t>
      </w:r>
    </w:p>
    <w:p w:rsidR="008D2F6D" w:rsidRDefault="008D2F6D" w:rsidP="003437B1"/>
    <w:p w:rsidR="008D2F6D" w:rsidRDefault="008D2F6D" w:rsidP="003437B1">
      <w:r>
        <w:t>*GDA = Guideline Daily Amount representing the approximate amount of calories and nutrients for an average adult calculated on a 2000 kcal diet. Enjoy as part of a balanced, varied diet and active lifestyle.</w:t>
      </w:r>
    </w:p>
    <w:p w:rsidR="008D2F6D" w:rsidRDefault="008D2F6D" w:rsidP="003437B1">
      <w:r>
        <w:t>Contains 1g of digestive biscuit per 17g serving.</w:t>
      </w:r>
    </w:p>
    <w:p w:rsidR="008D2F6D" w:rsidRDefault="008D2F6D" w:rsidP="003437B1"/>
    <w:p w:rsidR="008D2F6D" w:rsidRDefault="008D2F6D" w:rsidP="003437B1">
      <w:r>
        <w:t>SUITABLE FOR VEGETARIANS [LOGO]</w:t>
      </w:r>
    </w:p>
    <w:p w:rsidR="008D2F6D" w:rsidRDefault="008D2F6D" w:rsidP="003437B1"/>
    <w:p w:rsidR="008D2F6D" w:rsidRDefault="008D2F6D" w:rsidP="003437B1">
      <w:r>
        <w:t>We would love to hear from you. Contact us on 01302883988 (</w:t>
      </w:r>
      <w:smartTag w:uri="urn:schemas-microsoft-com:office:smarttags" w:element="PostalCode">
        <w:r>
          <w:t>UK</w:t>
        </w:r>
      </w:smartTag>
      <w:r>
        <w:t xml:space="preserve"> only) 1800090990 (ROI) or visit www.iloveslimpossible.co.uk.</w:t>
      </w:r>
    </w:p>
    <w:p w:rsidR="008D2F6D" w:rsidRDefault="008D2F6D" w:rsidP="003437B1"/>
    <w:p w:rsidR="008D2F6D" w:rsidRDefault="008D2F6D" w:rsidP="003437B1">
      <w:r>
        <w:t>ECONUTRITION FOODS [LOGO]</w:t>
      </w:r>
    </w:p>
    <w:p w:rsidR="008D2F6D" w:rsidRDefault="008D2F6D" w:rsidP="003437B1">
      <w:r>
        <w:t>Armstrong House,</w:t>
      </w:r>
    </w:p>
    <w:p w:rsidR="008D2F6D" w:rsidRDefault="008D2F6D" w:rsidP="003437B1">
      <w:smartTag w:uri="urn:schemas-microsoft-com:office:smarttags" w:element="PostalCode">
        <w:r>
          <w:t>First Avenue</w:t>
        </w:r>
      </w:smartTag>
      <w:r>
        <w:t xml:space="preserve">, </w:t>
      </w:r>
      <w:smartTag w:uri="urn:schemas-microsoft-com:office:smarttags" w:element="PostalCode">
        <w:r>
          <w:t>Doncaster</w:t>
        </w:r>
      </w:smartTag>
      <w:r>
        <w:t>,</w:t>
      </w:r>
    </w:p>
    <w:p w:rsidR="008D2F6D" w:rsidRDefault="008D2F6D" w:rsidP="003437B1">
      <w:r>
        <w:t xml:space="preserve">South </w:t>
      </w:r>
      <w:smartTag w:uri="urn:schemas-microsoft-com:office:smarttags" w:element="PostalCode">
        <w:smartTag w:uri="urn:schemas-microsoft-com:office:smarttags" w:element="PostalCode">
          <w:r>
            <w:t>Yorkshire</w:t>
          </w:r>
        </w:smartTag>
        <w:r>
          <w:t xml:space="preserve">, </w:t>
        </w:r>
        <w:smartTag w:uri="urn:schemas-microsoft-com:office:smarttags" w:element="PostalCode">
          <w:r>
            <w:t>DN9 3GA</w:t>
          </w:r>
        </w:smartTag>
      </w:smartTag>
    </w:p>
    <w:p w:rsidR="008D2F6D" w:rsidRDefault="008D2F6D" w:rsidP="003437B1"/>
    <w:p w:rsidR="008D2F6D" w:rsidRDefault="008D2F6D" w:rsidP="003437B1">
      <w:r>
        <w:t>[BARCODE IMAGE]</w:t>
      </w:r>
    </w:p>
    <w:p w:rsidR="008D2F6D" w:rsidRDefault="008D2F6D" w:rsidP="003437B1"/>
    <w:p w:rsidR="008D2F6D" w:rsidRPr="00127230" w:rsidRDefault="008D2F6D" w:rsidP="003437B1">
      <w:pPr>
        <w:rPr>
          <w:b/>
        </w:rPr>
      </w:pPr>
      <w:r w:rsidRPr="00127230">
        <w:rPr>
          <w:b/>
        </w:rPr>
        <w:t>Front of box</w:t>
      </w:r>
    </w:p>
    <w:p w:rsidR="008D2F6D" w:rsidRDefault="008D2F6D" w:rsidP="003437B1"/>
    <w:p w:rsidR="008D2F6D" w:rsidRDefault="008D2F6D" w:rsidP="003437B1">
      <w:r>
        <w:t>Bottom right should have nutrition values.</w:t>
      </w:r>
    </w:p>
    <w:p w:rsidR="008D2F6D" w:rsidRDefault="008D2F6D" w:rsidP="003437B1">
      <w:r>
        <w:t>Bottom left: 2 Packs of 12</w:t>
      </w:r>
    </w:p>
    <w:p w:rsidR="008D2F6D" w:rsidRDefault="008D2F6D" w:rsidP="003437B1"/>
    <w:p w:rsidR="008D2F6D" w:rsidRPr="00127230" w:rsidRDefault="008D2F6D" w:rsidP="003437B1">
      <w:pPr>
        <w:rPr>
          <w:b/>
        </w:rPr>
      </w:pPr>
    </w:p>
    <w:p w:rsidR="008D2F6D" w:rsidRPr="00127230" w:rsidRDefault="008D2F6D" w:rsidP="003437B1">
      <w:pPr>
        <w:rPr>
          <w:b/>
        </w:rPr>
      </w:pPr>
      <w:r w:rsidRPr="00127230">
        <w:rPr>
          <w:b/>
        </w:rPr>
        <w:t>Right Side of box</w:t>
      </w:r>
    </w:p>
    <w:p w:rsidR="008D2F6D" w:rsidRDefault="008D2F6D" w:rsidP="003437B1">
      <w:r>
        <w:t xml:space="preserve"> </w:t>
      </w:r>
    </w:p>
    <w:p w:rsidR="008D2F6D" w:rsidRDefault="008D2F6D" w:rsidP="003437B1">
      <w:r>
        <w:t>How do I "Unwrap, Eat, Lose" {LOGO] with iLoveSimpossible chocolates?</w:t>
      </w:r>
    </w:p>
    <w:p w:rsidR="008D2F6D" w:rsidRDefault="008D2F6D" w:rsidP="003437B1"/>
    <w:p w:rsidR="008D2F6D" w:rsidRDefault="008D2F6D" w:rsidP="003437B1">
      <w:r>
        <w:t>Directions: Simply Unwrap and Eat 1 minibar three times a day followed by 250ml of water, at least 30-60 mins before your daily meals. Eat your meals as you would normally as iLoveSlimpossible helps you reduce your food intake by triggering a feeling of satiety. And finally, Lose the inches from your waistline and say hello to skinny jeans!</w:t>
      </w:r>
    </w:p>
    <w:p w:rsidR="008D2F6D" w:rsidRDefault="008D2F6D" w:rsidP="003437B1"/>
    <w:p w:rsidR="008D2F6D" w:rsidRDefault="008D2F6D" w:rsidP="003437B1">
      <w:r>
        <w:t>SHARE THE FUN [LOGO]</w:t>
      </w:r>
    </w:p>
    <w:p w:rsidR="008D2F6D" w:rsidRDefault="008D2F6D" w:rsidP="003437B1">
      <w:r>
        <w:t>Everyone you refer will receive £4 off their first order* at www.iloveslimpossible.co.uk AND for each referral you too will receive a £4 credit off your next order.</w:t>
      </w:r>
    </w:p>
    <w:p w:rsidR="008D2F6D" w:rsidRDefault="008D2F6D" w:rsidP="003437B1">
      <w:r>
        <w:t>*applies to orders of £15 or more</w:t>
      </w:r>
      <w:bookmarkStart w:id="0" w:name="_GoBack"/>
      <w:bookmarkEnd w:id="0"/>
      <w:r>
        <w:t xml:space="preserve"> [in small font on the bottom of the same panel]</w:t>
      </w:r>
    </w:p>
    <w:sectPr w:rsidR="008D2F6D" w:rsidSect="00536F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7B1"/>
    <w:rsid w:val="00127230"/>
    <w:rsid w:val="00192199"/>
    <w:rsid w:val="003437B1"/>
    <w:rsid w:val="00536FEB"/>
    <w:rsid w:val="00732BCF"/>
    <w:rsid w:val="00795AF4"/>
    <w:rsid w:val="008D2F6D"/>
    <w:rsid w:val="00957C95"/>
    <w:rsid w:val="00C722A5"/>
    <w:rsid w:val="00E428E5"/>
    <w:rsid w:val="00F2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E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4</Pages>
  <Words>515</Words>
  <Characters>2938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Dell</cp:lastModifiedBy>
  <cp:revision>5</cp:revision>
  <dcterms:created xsi:type="dcterms:W3CDTF">2012-12-04T20:39:00Z</dcterms:created>
  <dcterms:modified xsi:type="dcterms:W3CDTF">2012-12-04T21:17:00Z</dcterms:modified>
</cp:coreProperties>
</file>